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3B59FA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B59FA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B59FA">
        <w:rPr>
          <w:rFonts w:ascii="Corbel" w:hAnsi="Corbel"/>
          <w:b/>
          <w:bCs/>
          <w:sz w:val="24"/>
          <w:szCs w:val="24"/>
        </w:rPr>
        <w:tab/>
      </w:r>
      <w:r w:rsidR="00CD6897" w:rsidRPr="003B59FA">
        <w:rPr>
          <w:rFonts w:ascii="Corbel" w:hAnsi="Corbel"/>
          <w:b/>
          <w:bCs/>
          <w:sz w:val="24"/>
          <w:szCs w:val="24"/>
        </w:rPr>
        <w:tab/>
      </w:r>
      <w:r w:rsidR="00CD6897" w:rsidRPr="003B59FA">
        <w:rPr>
          <w:rFonts w:ascii="Corbel" w:hAnsi="Corbel"/>
          <w:b/>
          <w:bCs/>
          <w:sz w:val="24"/>
          <w:szCs w:val="24"/>
        </w:rPr>
        <w:tab/>
      </w:r>
      <w:r w:rsidR="00CD6897" w:rsidRPr="003B59FA">
        <w:rPr>
          <w:rFonts w:ascii="Corbel" w:hAnsi="Corbel"/>
          <w:b/>
          <w:bCs/>
          <w:sz w:val="24"/>
          <w:szCs w:val="24"/>
        </w:rPr>
        <w:tab/>
      </w:r>
      <w:r w:rsidR="00CD6897" w:rsidRPr="003B59FA">
        <w:rPr>
          <w:rFonts w:ascii="Corbel" w:hAnsi="Corbel"/>
          <w:b/>
          <w:bCs/>
          <w:sz w:val="24"/>
          <w:szCs w:val="24"/>
        </w:rPr>
        <w:tab/>
      </w:r>
      <w:r w:rsidR="00CD6897" w:rsidRPr="003B59FA">
        <w:rPr>
          <w:rFonts w:ascii="Corbel" w:hAnsi="Corbel"/>
          <w:b/>
          <w:bCs/>
          <w:sz w:val="24"/>
          <w:szCs w:val="24"/>
        </w:rPr>
        <w:tab/>
      </w:r>
      <w:r w:rsidR="00D8678B" w:rsidRPr="003B59F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B59FA">
        <w:rPr>
          <w:rFonts w:ascii="Corbel" w:hAnsi="Corbel"/>
          <w:bCs/>
          <w:i/>
          <w:sz w:val="24"/>
          <w:szCs w:val="24"/>
        </w:rPr>
        <w:t>1.5</w:t>
      </w:r>
      <w:r w:rsidR="00D8678B" w:rsidRPr="003B59F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B59FA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B59F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B59FA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3B59F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B59FA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3B59FA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B59FA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3B59FA">
        <w:rPr>
          <w:rFonts w:ascii="Corbel" w:hAnsi="Corbel"/>
          <w:b/>
          <w:smallCaps/>
          <w:sz w:val="24"/>
          <w:szCs w:val="24"/>
        </w:rPr>
        <w:t xml:space="preserve"> </w:t>
      </w:r>
      <w:r w:rsidR="00015EF4" w:rsidRPr="003B59FA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3B59FA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B59FA">
        <w:rPr>
          <w:rFonts w:ascii="Corbel" w:hAnsi="Corbel"/>
          <w:i/>
          <w:sz w:val="24"/>
          <w:szCs w:val="24"/>
        </w:rPr>
        <w:t>(skrajne daty</w:t>
      </w:r>
      <w:r w:rsidR="0085747A" w:rsidRPr="003B59FA">
        <w:rPr>
          <w:rFonts w:ascii="Corbel" w:hAnsi="Corbel"/>
          <w:sz w:val="24"/>
          <w:szCs w:val="24"/>
        </w:rPr>
        <w:t>)</w:t>
      </w:r>
    </w:p>
    <w:p w:rsidR="00445970" w:rsidRPr="003B59FA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sz w:val="24"/>
          <w:szCs w:val="24"/>
        </w:rPr>
        <w:tab/>
      </w:r>
      <w:r w:rsidRPr="003B59FA">
        <w:rPr>
          <w:rFonts w:ascii="Corbel" w:hAnsi="Corbel"/>
          <w:sz w:val="24"/>
          <w:szCs w:val="24"/>
        </w:rPr>
        <w:tab/>
      </w:r>
      <w:r w:rsidRPr="003B59FA">
        <w:rPr>
          <w:rFonts w:ascii="Corbel" w:hAnsi="Corbel"/>
          <w:sz w:val="24"/>
          <w:szCs w:val="24"/>
        </w:rPr>
        <w:tab/>
      </w:r>
      <w:r w:rsidRPr="003B59FA">
        <w:rPr>
          <w:rFonts w:ascii="Corbel" w:hAnsi="Corbel"/>
          <w:sz w:val="24"/>
          <w:szCs w:val="24"/>
        </w:rPr>
        <w:tab/>
        <w:t>R</w:t>
      </w:r>
      <w:r w:rsidR="00015EF4" w:rsidRPr="003B59FA">
        <w:rPr>
          <w:rFonts w:ascii="Corbel" w:hAnsi="Corbel"/>
          <w:sz w:val="24"/>
          <w:szCs w:val="24"/>
        </w:rPr>
        <w:t xml:space="preserve">ok akademicki   </w:t>
      </w:r>
      <w:r w:rsidR="00C2326B" w:rsidRPr="003B59FA">
        <w:rPr>
          <w:rFonts w:ascii="Corbel" w:hAnsi="Corbel"/>
          <w:sz w:val="24"/>
          <w:szCs w:val="24"/>
        </w:rPr>
        <w:t>2020/2021</w:t>
      </w:r>
    </w:p>
    <w:p w:rsidR="0085747A" w:rsidRPr="003B59F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B59F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B59FA">
        <w:rPr>
          <w:rFonts w:ascii="Corbel" w:hAnsi="Corbel"/>
          <w:szCs w:val="24"/>
        </w:rPr>
        <w:t xml:space="preserve">1. </w:t>
      </w:r>
      <w:r w:rsidR="0085747A" w:rsidRPr="003B59FA">
        <w:rPr>
          <w:rFonts w:ascii="Corbel" w:hAnsi="Corbel"/>
          <w:szCs w:val="24"/>
        </w:rPr>
        <w:t xml:space="preserve">Podstawowe </w:t>
      </w:r>
      <w:r w:rsidR="00445970" w:rsidRPr="003B59FA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3B59FA" w:rsidRDefault="00617C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Terapia pedagogiczna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B59FA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3B59FA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3B59F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3B59FA" w:rsidRDefault="003B59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3B59FA" w:rsidRDefault="003B59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Instytut Pedagogiki</w:t>
            </w:r>
            <w:bookmarkStart w:id="0" w:name="_GoBack"/>
            <w:bookmarkEnd w:id="0"/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3B59FA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specjalność: Pedagogika Opiekuńczo-Wychowawcza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3B59FA" w:rsidRDefault="00AA3CD7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3B59FA" w:rsidRDefault="00CD2672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3B59FA" w:rsidRDefault="003E2126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CD2672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B59FA">
              <w:rPr>
                <w:rFonts w:ascii="Corbel" w:hAnsi="Corbel"/>
                <w:sz w:val="24"/>
                <w:szCs w:val="24"/>
              </w:rPr>
              <w:t>/y</w:t>
            </w:r>
            <w:r w:rsidRPr="003B59F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3B59FA" w:rsidRDefault="0048503C" w:rsidP="00CD26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CD2672"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</w:t>
            </w:r>
            <w:r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, </w:t>
            </w:r>
            <w:r w:rsidR="002F622C"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4</w:t>
            </w:r>
            <w:r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.</w:t>
            </w:r>
            <w:r w:rsidR="00CD2672"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3B59FA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3B59FA" w:rsidTr="00B819C8">
        <w:tc>
          <w:tcPr>
            <w:tcW w:w="2694" w:type="dxa"/>
            <w:vAlign w:val="center"/>
          </w:tcPr>
          <w:p w:rsidR="00923D7D" w:rsidRPr="003B59F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3B59FA" w:rsidRDefault="00CD2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3B59FA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3B59FA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9FA"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3B59FA" w:rsidTr="00B819C8">
        <w:tc>
          <w:tcPr>
            <w:tcW w:w="2694" w:type="dxa"/>
            <w:vAlign w:val="center"/>
          </w:tcPr>
          <w:p w:rsidR="0085747A" w:rsidRPr="003B59F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3B59FA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3B59F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sz w:val="24"/>
          <w:szCs w:val="24"/>
        </w:rPr>
        <w:t xml:space="preserve">* </w:t>
      </w:r>
      <w:r w:rsidRPr="003B59FA">
        <w:rPr>
          <w:rFonts w:ascii="Corbel" w:hAnsi="Corbel"/>
          <w:i/>
          <w:sz w:val="24"/>
          <w:szCs w:val="24"/>
        </w:rPr>
        <w:t>-</w:t>
      </w:r>
      <w:r w:rsidR="00B90885" w:rsidRPr="003B59F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B59FA">
        <w:rPr>
          <w:rFonts w:ascii="Corbel" w:hAnsi="Corbel"/>
          <w:b w:val="0"/>
          <w:sz w:val="24"/>
          <w:szCs w:val="24"/>
        </w:rPr>
        <w:t>e,</w:t>
      </w:r>
      <w:r w:rsidRPr="003B59FA">
        <w:rPr>
          <w:rFonts w:ascii="Corbel" w:hAnsi="Corbel"/>
          <w:i/>
          <w:sz w:val="24"/>
          <w:szCs w:val="24"/>
        </w:rPr>
        <w:t xml:space="preserve"> </w:t>
      </w:r>
      <w:r w:rsidRPr="003B59F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B59FA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3B59F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3B59F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sz w:val="24"/>
          <w:szCs w:val="24"/>
        </w:rPr>
        <w:t>1.</w:t>
      </w:r>
      <w:r w:rsidR="00E22FBC" w:rsidRPr="003B59FA">
        <w:rPr>
          <w:rFonts w:ascii="Corbel" w:hAnsi="Corbel"/>
          <w:sz w:val="24"/>
          <w:szCs w:val="24"/>
        </w:rPr>
        <w:t>1</w:t>
      </w:r>
      <w:r w:rsidRPr="003B59F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3B59F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3B59FA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9FA">
              <w:rPr>
                <w:rFonts w:ascii="Corbel" w:hAnsi="Corbel"/>
                <w:szCs w:val="24"/>
              </w:rPr>
              <w:t>Semestr</w:t>
            </w:r>
          </w:p>
          <w:p w:rsidR="00015B8F" w:rsidRPr="003B59F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9FA">
              <w:rPr>
                <w:rFonts w:ascii="Corbel" w:hAnsi="Corbel"/>
                <w:szCs w:val="24"/>
              </w:rPr>
              <w:t>(</w:t>
            </w:r>
            <w:r w:rsidR="00363F78" w:rsidRPr="003B59F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9FA">
              <w:rPr>
                <w:rFonts w:ascii="Corbel" w:hAnsi="Corbel"/>
                <w:szCs w:val="24"/>
              </w:rPr>
              <w:t>Wykł</w:t>
            </w:r>
            <w:proofErr w:type="spellEnd"/>
            <w:r w:rsidRPr="003B59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9F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9FA">
              <w:rPr>
                <w:rFonts w:ascii="Corbel" w:hAnsi="Corbel"/>
                <w:szCs w:val="24"/>
              </w:rPr>
              <w:t>Konw</w:t>
            </w:r>
            <w:proofErr w:type="spellEnd"/>
            <w:r w:rsidRPr="003B59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9F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9FA">
              <w:rPr>
                <w:rFonts w:ascii="Corbel" w:hAnsi="Corbel"/>
                <w:szCs w:val="24"/>
              </w:rPr>
              <w:t>Sem</w:t>
            </w:r>
            <w:proofErr w:type="spellEnd"/>
            <w:r w:rsidRPr="003B59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9F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9FA">
              <w:rPr>
                <w:rFonts w:ascii="Corbel" w:hAnsi="Corbel"/>
                <w:szCs w:val="24"/>
              </w:rPr>
              <w:t>Prakt</w:t>
            </w:r>
            <w:proofErr w:type="spellEnd"/>
            <w:r w:rsidRPr="003B59FA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9F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3B59F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59FA">
              <w:rPr>
                <w:rFonts w:ascii="Corbel" w:hAnsi="Corbel"/>
                <w:b/>
                <w:szCs w:val="24"/>
              </w:rPr>
              <w:t>Liczba pkt</w:t>
            </w:r>
            <w:r w:rsidR="00B90885" w:rsidRPr="003B59FA">
              <w:rPr>
                <w:rFonts w:ascii="Corbel" w:hAnsi="Corbel"/>
                <w:b/>
                <w:szCs w:val="24"/>
              </w:rPr>
              <w:t>.</w:t>
            </w:r>
            <w:r w:rsidRPr="003B59F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B59F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3B59FA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3E212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3B59FA" w:rsidRDefault="002F62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3B59FA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3B59FA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3B59F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3B59F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3B59F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>1.</w:t>
      </w:r>
      <w:r w:rsidR="00E22FBC" w:rsidRPr="003B59FA">
        <w:rPr>
          <w:rFonts w:ascii="Corbel" w:hAnsi="Corbel"/>
          <w:smallCaps w:val="0"/>
          <w:szCs w:val="24"/>
        </w:rPr>
        <w:t>2</w:t>
      </w:r>
      <w:r w:rsidR="00F83B28" w:rsidRPr="003B59FA">
        <w:rPr>
          <w:rFonts w:ascii="Corbel" w:hAnsi="Corbel"/>
          <w:smallCaps w:val="0"/>
          <w:szCs w:val="24"/>
        </w:rPr>
        <w:t>.</w:t>
      </w:r>
      <w:r w:rsidR="00F83B28" w:rsidRPr="003B59FA">
        <w:rPr>
          <w:rFonts w:ascii="Corbel" w:hAnsi="Corbel"/>
          <w:smallCaps w:val="0"/>
          <w:szCs w:val="24"/>
        </w:rPr>
        <w:tab/>
      </w:r>
      <w:r w:rsidRPr="003B59FA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3B59FA" w:rsidRDefault="00CD26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3B59FA">
        <w:rPr>
          <w:rFonts w:ascii="Corbel" w:eastAsia="MS Gothic" w:hAnsi="Corbel"/>
          <w:b w:val="0"/>
          <w:szCs w:val="24"/>
        </w:rPr>
        <w:sym w:font="Wingdings" w:char="F0FE"/>
      </w:r>
      <w:r w:rsidR="0085747A" w:rsidRPr="003B59FA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3B59FA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3B59FA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3B59FA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59FA">
        <w:rPr>
          <w:rFonts w:ascii="MS Gothic" w:eastAsia="MS Gothic" w:hAnsi="MS Gothic" w:cs="MS Gothic" w:hint="eastAsia"/>
          <w:b w:val="0"/>
          <w:szCs w:val="24"/>
        </w:rPr>
        <w:t>☐</w:t>
      </w:r>
      <w:r w:rsidRPr="003B59FA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3B59F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 xml:space="preserve">1.3 </w:t>
      </w:r>
      <w:r w:rsidR="00F83B28" w:rsidRPr="003B59FA">
        <w:rPr>
          <w:rFonts w:ascii="Corbel" w:hAnsi="Corbel"/>
          <w:smallCaps w:val="0"/>
          <w:szCs w:val="24"/>
        </w:rPr>
        <w:tab/>
      </w:r>
      <w:r w:rsidRPr="003B59FA">
        <w:rPr>
          <w:rFonts w:ascii="Corbel" w:hAnsi="Corbel"/>
          <w:smallCaps w:val="0"/>
          <w:szCs w:val="24"/>
        </w:rPr>
        <w:t>For</w:t>
      </w:r>
      <w:r w:rsidR="00445970" w:rsidRPr="003B59FA">
        <w:rPr>
          <w:rFonts w:ascii="Corbel" w:hAnsi="Corbel"/>
          <w:smallCaps w:val="0"/>
          <w:szCs w:val="24"/>
        </w:rPr>
        <w:t xml:space="preserve">ma zaliczenia przedmiotu </w:t>
      </w:r>
      <w:r w:rsidRPr="003B59FA">
        <w:rPr>
          <w:rFonts w:ascii="Corbel" w:hAnsi="Corbel"/>
          <w:smallCaps w:val="0"/>
          <w:szCs w:val="24"/>
        </w:rPr>
        <w:t xml:space="preserve"> (z toku) </w:t>
      </w:r>
      <w:r w:rsidRPr="003B59F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3B59FA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B59FA">
        <w:rPr>
          <w:rFonts w:ascii="Corbel" w:hAnsi="Corbel"/>
          <w:b w:val="0"/>
          <w:smallCaps w:val="0"/>
          <w:szCs w:val="24"/>
        </w:rPr>
        <w:t xml:space="preserve">              Egzamin</w:t>
      </w:r>
    </w:p>
    <w:p w:rsidR="00E960BB" w:rsidRPr="003B59F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3B59F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59F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B59FA" w:rsidTr="00745302">
        <w:tc>
          <w:tcPr>
            <w:tcW w:w="9670" w:type="dxa"/>
          </w:tcPr>
          <w:p w:rsidR="0085747A" w:rsidRPr="003B59FA" w:rsidRDefault="00F71A80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Elementarna wiedza z zakresu</w:t>
            </w:r>
            <w:r w:rsidR="002F622C"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 psychologii rozwojowej dziecka.</w:t>
            </w:r>
          </w:p>
          <w:p w:rsidR="0085747A" w:rsidRPr="003B59FA" w:rsidRDefault="0085747A" w:rsidP="00CD267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3B59F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B59F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59FA">
        <w:rPr>
          <w:rFonts w:ascii="Corbel" w:hAnsi="Corbel"/>
          <w:szCs w:val="24"/>
        </w:rPr>
        <w:t>3.</w:t>
      </w:r>
      <w:r w:rsidR="0085747A" w:rsidRPr="003B59FA">
        <w:rPr>
          <w:rFonts w:ascii="Corbel" w:hAnsi="Corbel"/>
          <w:szCs w:val="24"/>
        </w:rPr>
        <w:t xml:space="preserve"> </w:t>
      </w:r>
      <w:r w:rsidR="00A84C85" w:rsidRPr="003B59FA">
        <w:rPr>
          <w:rFonts w:ascii="Corbel" w:hAnsi="Corbel"/>
          <w:szCs w:val="24"/>
        </w:rPr>
        <w:t>cele, efekty uczenia się</w:t>
      </w:r>
      <w:r w:rsidR="0085747A" w:rsidRPr="003B59FA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3B59F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sz w:val="24"/>
          <w:szCs w:val="24"/>
        </w:rPr>
        <w:t xml:space="preserve">3.1 </w:t>
      </w:r>
      <w:r w:rsidR="00C05F44" w:rsidRPr="003B59FA">
        <w:rPr>
          <w:rFonts w:ascii="Corbel" w:hAnsi="Corbel"/>
          <w:sz w:val="24"/>
          <w:szCs w:val="24"/>
        </w:rPr>
        <w:t>Cele przedmiotu</w:t>
      </w:r>
    </w:p>
    <w:p w:rsidR="00F83B28" w:rsidRPr="003B59F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3B59FA" w:rsidTr="00923D7D">
        <w:tc>
          <w:tcPr>
            <w:tcW w:w="851" w:type="dxa"/>
            <w:vAlign w:val="center"/>
          </w:tcPr>
          <w:p w:rsidR="0085747A" w:rsidRPr="003B59F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9F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3B59FA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Dostarczenie studentom podstaw wiedzy z zakresu terapii pedagogicznej</w:t>
            </w:r>
            <w:r w:rsidR="005B5BB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17F5E" w:rsidRPr="003B59FA" w:rsidTr="00923D7D">
        <w:tc>
          <w:tcPr>
            <w:tcW w:w="851" w:type="dxa"/>
            <w:vAlign w:val="center"/>
          </w:tcPr>
          <w:p w:rsidR="0085747A" w:rsidRPr="003B59FA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3B59FA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Zapoznanie z wczesnymi symptomami specyficznych trudności w uczeniu się, uświadamianie ich znaczenia w profilaktyce niepowodzeń szkolnych.</w:t>
            </w:r>
          </w:p>
        </w:tc>
      </w:tr>
      <w:tr w:rsidR="00417F5E" w:rsidRPr="003B59FA" w:rsidTr="00923D7D">
        <w:tc>
          <w:tcPr>
            <w:tcW w:w="851" w:type="dxa"/>
            <w:vAlign w:val="center"/>
          </w:tcPr>
          <w:p w:rsidR="0085747A" w:rsidRPr="003B59FA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9F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3B59FA" w:rsidRDefault="002F622C" w:rsidP="00B9067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Nabycie podstawowych umiejętności planowania wczesnej stymulacji rozwoju dziecka, oddziaływań terapeutycznych ukierunkowanych na rozwój poznawczy i motoryczny dziecka z grupy ryzyka specyficznych trudności w uczeniu się .</w:t>
            </w:r>
          </w:p>
        </w:tc>
      </w:tr>
      <w:tr w:rsidR="002F622C" w:rsidRPr="003B59FA" w:rsidTr="00923D7D">
        <w:tc>
          <w:tcPr>
            <w:tcW w:w="851" w:type="dxa"/>
            <w:vAlign w:val="center"/>
          </w:tcPr>
          <w:p w:rsidR="002F622C" w:rsidRPr="003B59FA" w:rsidRDefault="002F62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9F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2F622C" w:rsidRPr="003B59FA" w:rsidRDefault="002F622C" w:rsidP="002F622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Zapoznanie z wybranymi metodami wspierania rozwoju dziecka oraz pracy korekcyjno-kompensacyjnej i wyrównawczej.</w:t>
            </w:r>
          </w:p>
        </w:tc>
      </w:tr>
    </w:tbl>
    <w:p w:rsidR="002F622C" w:rsidRPr="003B59FA" w:rsidRDefault="002F622C" w:rsidP="002F622C">
      <w:pPr>
        <w:autoSpaceDE w:val="0"/>
        <w:autoSpaceDN w:val="0"/>
        <w:adjustRightInd w:val="0"/>
        <w:spacing w:after="0" w:line="240" w:lineRule="auto"/>
        <w:rPr>
          <w:rFonts w:ascii="Corbel" w:hAnsi="Corbel"/>
          <w:b/>
          <w:smallCaps/>
          <w:color w:val="000000"/>
          <w:sz w:val="24"/>
          <w:szCs w:val="24"/>
        </w:rPr>
      </w:pPr>
      <w:r w:rsidRPr="003B59FA">
        <w:rPr>
          <w:rFonts w:ascii="Corbel" w:hAnsi="Corbel" w:cs="DejaVuSans"/>
          <w:sz w:val="24"/>
          <w:szCs w:val="24"/>
          <w:lang w:eastAsia="pl-PL"/>
        </w:rPr>
        <w:t xml:space="preserve"> </w:t>
      </w:r>
    </w:p>
    <w:p w:rsidR="001D7B54" w:rsidRPr="003B59F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b/>
          <w:sz w:val="24"/>
          <w:szCs w:val="24"/>
        </w:rPr>
        <w:t xml:space="preserve">3.2 </w:t>
      </w:r>
      <w:r w:rsidR="001D7B54" w:rsidRPr="003B59FA">
        <w:rPr>
          <w:rFonts w:ascii="Corbel" w:hAnsi="Corbel"/>
          <w:b/>
          <w:sz w:val="24"/>
          <w:szCs w:val="24"/>
        </w:rPr>
        <w:t xml:space="preserve">Efekty </w:t>
      </w:r>
      <w:r w:rsidR="00C05F44" w:rsidRPr="003B59F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B59FA">
        <w:rPr>
          <w:rFonts w:ascii="Corbel" w:hAnsi="Corbel"/>
          <w:b/>
          <w:sz w:val="24"/>
          <w:szCs w:val="24"/>
        </w:rPr>
        <w:t>dla przedmiotu</w:t>
      </w:r>
      <w:r w:rsidR="00445970" w:rsidRPr="003B59FA">
        <w:rPr>
          <w:rFonts w:ascii="Corbel" w:hAnsi="Corbel"/>
          <w:sz w:val="24"/>
          <w:szCs w:val="24"/>
        </w:rPr>
        <w:t xml:space="preserve"> </w:t>
      </w:r>
    </w:p>
    <w:p w:rsidR="001D7B54" w:rsidRPr="003B59F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3B59FA" w:rsidTr="0071620A">
        <w:tc>
          <w:tcPr>
            <w:tcW w:w="1701" w:type="dxa"/>
            <w:vAlign w:val="center"/>
          </w:tcPr>
          <w:p w:rsidR="0085747A" w:rsidRPr="003B59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B59F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B59F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3B59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3B59F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B59F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3B59FA" w:rsidTr="005E6E85">
        <w:tc>
          <w:tcPr>
            <w:tcW w:w="1701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B59F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6552AB" w:rsidRPr="003B59FA" w:rsidRDefault="001552DD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uczestników procesów edukacyjnych wymagających oddziaływań o charakterze terapii pedagogicznej i rozróżni ze względu na rodzaj indywidualnych możliwości poznawczych i potrzeb terapeutycznych.</w:t>
            </w:r>
          </w:p>
        </w:tc>
        <w:tc>
          <w:tcPr>
            <w:tcW w:w="1873" w:type="dxa"/>
          </w:tcPr>
          <w:p w:rsidR="0085747A" w:rsidRPr="003B59FA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17F5E" w:rsidRPr="003B59FA" w:rsidTr="005E6E85">
        <w:tc>
          <w:tcPr>
            <w:tcW w:w="1701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7298B" w:rsidRPr="003B59FA" w:rsidRDefault="003314C8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Wyjaśni podstawy teoretyczne dotyczące etiologii, mechanizmów, symptomatologii zaburzeń odbiorców oddziaływań terapeutycznych oraz planowania pro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cesu terapii pedagogicznej i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czynniki determinujące jego przebieg.</w:t>
            </w:r>
          </w:p>
        </w:tc>
        <w:tc>
          <w:tcPr>
            <w:tcW w:w="1873" w:type="dxa"/>
          </w:tcPr>
          <w:p w:rsidR="0085747A" w:rsidRPr="003B59FA" w:rsidRDefault="009729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417F5E" w:rsidRPr="003B59FA" w:rsidTr="005E6E85">
        <w:tc>
          <w:tcPr>
            <w:tcW w:w="1701" w:type="dxa"/>
          </w:tcPr>
          <w:p w:rsidR="0085747A" w:rsidRPr="003B59FA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3314C8" w:rsidRPr="003B59FA" w:rsidRDefault="001E48F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Opisze </w:t>
            </w:r>
            <w:r w:rsidR="003314C8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mechanizmy i zasady komunikacji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interpersonalnej z dziećmi potrzebującymi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terapii pedagogicznej oraz ich rodzicami, potrafi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 sposób profesjonalny komunikować się w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obszarze wiedzy o oddziaływaniach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3314C8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terapeutycznych z różnymi odbiorcami, zna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czynniki zakłócające tę </w:t>
            </w:r>
            <w:r w:rsidR="003314C8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komunikację</w:t>
            </w:r>
            <w:r w:rsidR="00EE6020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:rsidR="0085747A" w:rsidRPr="003B59FA" w:rsidRDefault="003314C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6552AB" w:rsidRPr="003B59FA" w:rsidTr="005E6E85">
        <w:tc>
          <w:tcPr>
            <w:tcW w:w="1701" w:type="dxa"/>
          </w:tcPr>
          <w:p w:rsidR="006552AB" w:rsidRPr="003B59FA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EE6020" w:rsidRPr="003B59FA" w:rsidRDefault="00EE6020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color w:val="FF0000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Zastosuje w prawidłowy sposób nowoczesne technologie informacyjne, jako czynniki warunkujące samodzielne zdobywanie wiedzy z zakresu terapii pedagogicznej, oraz rozwoju umiejętności profesjonalnych, szczególnie dotyczących selekcjonowania i wykorzystywania dostępnych materiałów do pracy terapeutycznej.</w:t>
            </w:r>
          </w:p>
        </w:tc>
        <w:tc>
          <w:tcPr>
            <w:tcW w:w="1873" w:type="dxa"/>
          </w:tcPr>
          <w:p w:rsidR="006552AB" w:rsidRPr="003B59FA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417F5E" w:rsidRPr="003B59FA" w:rsidTr="005E6E85">
        <w:tc>
          <w:tcPr>
            <w:tcW w:w="1701" w:type="dxa"/>
          </w:tcPr>
          <w:p w:rsidR="00F40BAC" w:rsidRPr="003B59FA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2949DA" w:rsidRPr="003B59F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Zanalizuje i zinterpretuje własne działania, z zakresu wspomagania poznawczego rozwoju uczniów i terapii</w:t>
            </w:r>
          </w:p>
          <w:p w:rsidR="00F40BAC" w:rsidRPr="003B59F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pedagogicznej, potrafi wskazać obszary wymagające zmian oraz podejmować działania na rzecz własnego rozwoju w tym zakresie.</w:t>
            </w:r>
          </w:p>
        </w:tc>
        <w:tc>
          <w:tcPr>
            <w:tcW w:w="1873" w:type="dxa"/>
          </w:tcPr>
          <w:p w:rsidR="00F40BAC" w:rsidRPr="003B59FA" w:rsidRDefault="00EE602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6552AB" w:rsidRPr="003B59FA" w:rsidTr="005E6E85">
        <w:tc>
          <w:tcPr>
            <w:tcW w:w="1701" w:type="dxa"/>
          </w:tcPr>
          <w:p w:rsidR="006552AB" w:rsidRPr="003B59FA" w:rsidRDefault="006552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:rsidR="002949DA" w:rsidRPr="003B59FA" w:rsidRDefault="002949DA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Wskaże i oceni swoje mocne i słabe strony w kontekście </w:t>
            </w:r>
            <w:r w:rsidR="00D546B4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przygotowania do oddziaływań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D546B4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o charakterze terapii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pedagogicznej.</w:t>
            </w:r>
          </w:p>
        </w:tc>
        <w:tc>
          <w:tcPr>
            <w:tcW w:w="1873" w:type="dxa"/>
          </w:tcPr>
          <w:p w:rsidR="006552AB" w:rsidRPr="003B59FA" w:rsidRDefault="002949D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B59FA" w:rsidRDefault="00675843" w:rsidP="00A66AAB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59FA">
        <w:rPr>
          <w:rFonts w:ascii="Corbel" w:hAnsi="Corbel"/>
          <w:b/>
          <w:sz w:val="24"/>
          <w:szCs w:val="24"/>
        </w:rPr>
        <w:t>3.3</w:t>
      </w:r>
      <w:r w:rsidR="001D7B54" w:rsidRPr="003B59FA">
        <w:rPr>
          <w:rFonts w:ascii="Corbel" w:hAnsi="Corbel"/>
          <w:b/>
          <w:sz w:val="24"/>
          <w:szCs w:val="24"/>
        </w:rPr>
        <w:t xml:space="preserve"> </w:t>
      </w:r>
      <w:r w:rsidR="0085747A" w:rsidRPr="003B59FA">
        <w:rPr>
          <w:rFonts w:ascii="Corbel" w:hAnsi="Corbel"/>
          <w:b/>
          <w:sz w:val="24"/>
          <w:szCs w:val="24"/>
        </w:rPr>
        <w:t>T</w:t>
      </w:r>
      <w:r w:rsidR="001D7B54" w:rsidRPr="003B59FA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B59FA">
        <w:rPr>
          <w:rFonts w:ascii="Corbel" w:hAnsi="Corbel"/>
          <w:sz w:val="24"/>
          <w:szCs w:val="24"/>
        </w:rPr>
        <w:t xml:space="preserve">  </w:t>
      </w:r>
    </w:p>
    <w:p w:rsidR="0085747A" w:rsidRPr="003B59FA" w:rsidRDefault="0085747A" w:rsidP="00A66AAB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3B59F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B59FA" w:rsidTr="00923D7D">
        <w:tc>
          <w:tcPr>
            <w:tcW w:w="9639" w:type="dxa"/>
          </w:tcPr>
          <w:p w:rsidR="0085747A" w:rsidRPr="003B59F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B59FA" w:rsidTr="00923D7D">
        <w:tc>
          <w:tcPr>
            <w:tcW w:w="9639" w:type="dxa"/>
          </w:tcPr>
          <w:p w:rsidR="0085747A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– analiza poglądów na istotę terapii. Ustalenia terminologiczne. Cele, przedmiot i podmiot oddziaływań terapeutycznych. Relacje między profilaktyką a terapią pedagogiczną.</w:t>
            </w:r>
          </w:p>
        </w:tc>
      </w:tr>
      <w:tr w:rsidR="0085747A" w:rsidRPr="003B59FA" w:rsidTr="00923D7D">
        <w:tc>
          <w:tcPr>
            <w:tcW w:w="9639" w:type="dxa"/>
          </w:tcPr>
          <w:p w:rsidR="0085747A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czytania i pisania. Ustalenia terminologiczne.</w:t>
            </w:r>
          </w:p>
        </w:tc>
      </w:tr>
      <w:tr w:rsidR="0085747A" w:rsidRPr="003B59FA" w:rsidTr="00923D7D">
        <w:tc>
          <w:tcPr>
            <w:tcW w:w="9639" w:type="dxa"/>
          </w:tcPr>
          <w:p w:rsidR="0085747A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Przegląd historycznych i aktualnych koncepcji etiologicznych dysleksji rozwojowej. Patomechanizm specyficznych trudności w czytaniu i pisaniu.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Wielospecjalistyczna diagnoza dysleksji rozwojowej. Narzędzia diagnozy psychologiczno-pedagogicznej. </w:t>
            </w:r>
          </w:p>
        </w:tc>
      </w:tr>
      <w:tr w:rsidR="005E2DD9" w:rsidRPr="003B59FA" w:rsidTr="00923D7D">
        <w:tc>
          <w:tcPr>
            <w:tcW w:w="9639" w:type="dxa"/>
          </w:tcPr>
          <w:p w:rsidR="005E2DD9" w:rsidRPr="003B59FA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Etapy oddziaływań terapeutycznych wobec ucznia z dysleksją rozwojową.</w:t>
            </w:r>
          </w:p>
          <w:p w:rsidR="005E2DD9" w:rsidRPr="003B59FA" w:rsidRDefault="005E2DD9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Zasady postępowania z dzieckiem dyslektycznym.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matematyki. Sprawności poznawcze ucznia niezbędne do efektywnego radzenia sobie z problemami matematycznymi.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Przyczyny i objawy dyskalkulii rozwojowej. Diagnoza specyficznych trudności w uczeniu się matematyki.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Zaburzenia dynamiki procesów nerwowych (nadpobudliwość i zahamowanie psychoruchowe) oraz procesów emocjonalno-motywacyjnych jako przyczyny trudności w funkcjonowaniu szkolnym.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Przegląd wybranych metod profilaktyki i terapii pedagogicznej oraz metod wspierania rozwoju dziecka.</w:t>
            </w:r>
          </w:p>
        </w:tc>
      </w:tr>
    </w:tbl>
    <w:p w:rsidR="0085747A" w:rsidRPr="003B59F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3B59F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59FA">
        <w:rPr>
          <w:rFonts w:ascii="Corbel" w:hAnsi="Corbel"/>
          <w:sz w:val="24"/>
          <w:szCs w:val="24"/>
        </w:rPr>
        <w:t xml:space="preserve">Problematyka ćwiczeń audytoryjnych </w:t>
      </w:r>
    </w:p>
    <w:p w:rsidR="0085747A" w:rsidRPr="003B59F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B59FA" w:rsidTr="00923D7D">
        <w:tc>
          <w:tcPr>
            <w:tcW w:w="9639" w:type="dxa"/>
          </w:tcPr>
          <w:p w:rsidR="0085747A" w:rsidRPr="003B59F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B59FA" w:rsidTr="00923D7D">
        <w:tc>
          <w:tcPr>
            <w:tcW w:w="9639" w:type="dxa"/>
          </w:tcPr>
          <w:p w:rsidR="0085747A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Trudności i niepowodzenia szkolne. Zewnętrzne i wewnętrzne przyczyny niepowodzeń szkolnych. Przegląd trudności rozwojowych i zaburzeń będących przyczyną trudności szkolnych dziecka. Konsekwencje niepowodzeń szkolnych.</w:t>
            </w:r>
          </w:p>
        </w:tc>
      </w:tr>
      <w:tr w:rsidR="0085747A" w:rsidRPr="003B59FA" w:rsidTr="00923D7D">
        <w:tc>
          <w:tcPr>
            <w:tcW w:w="9639" w:type="dxa"/>
          </w:tcPr>
          <w:p w:rsidR="0085747A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Specyficzne trudności w uczeniu się czytania i pisania. Ryzyko dysleksji a dysleksja rozwojowa. Symptomy ryzyka dysleksji rozwojowej w różnych grupach wiekowych. Profilaktyczne znaczenie wczesnej diagnozy ryzyka dysleksji.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Terapia pedagogiczna dysleksji rozwojowej. Ćwiczenia sfery wzrokowej, słuchowo-językowej, motoryki i sfery manualnej. Ćwiczenia w czytaniu i pisaniu.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Profilaktyka specyficznych trudności w uczeniu się matematyki – „dziecięca matematyka” w ujęciu E. Gruszczyk-Kolczyńskiej.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Praca terapeutyczna z dzieckiem z ADHD (nadpobudliwość psychoruchowa z deficytem uwagi). Przyczyny, przejawy ADHD, kryteria diagnostyczne. Postępowanie korekcyjne wobec dziecka nadpobudliwego.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Uczeń zdolny jako uczeń o specjalnych potrzebach edukacyjnych.</w:t>
            </w:r>
          </w:p>
        </w:tc>
      </w:tr>
      <w:tr w:rsidR="0095176F" w:rsidRPr="003B59FA" w:rsidTr="00923D7D">
        <w:tc>
          <w:tcPr>
            <w:tcW w:w="9639" w:type="dxa"/>
          </w:tcPr>
          <w:p w:rsidR="0095176F" w:rsidRPr="003B59FA" w:rsidRDefault="00DE6807" w:rsidP="00DE680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Metody wspierania rozwoju dziecka oraz metody terapii pedagogicznej – wybór: metoda dobrego startu, kinezjologia edukacyjna P. Dennisona, ruch rozwijający W. Sherborne, techniki relaksacyjne, mnemotechniki i in.</w:t>
            </w:r>
          </w:p>
        </w:tc>
      </w:tr>
    </w:tbl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3B59F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>3.4 Metody dydaktyczne</w:t>
      </w:r>
      <w:r w:rsidRPr="003B59FA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3B59FA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3B59FA">
        <w:rPr>
          <w:rFonts w:ascii="Corbel" w:hAnsi="Corbel"/>
          <w:b w:val="0"/>
          <w:smallCaps w:val="0"/>
          <w:szCs w:val="24"/>
        </w:rPr>
        <w:t>N</w:t>
      </w:r>
      <w:r w:rsidR="0085747A" w:rsidRPr="003B59FA">
        <w:rPr>
          <w:rFonts w:ascii="Corbel" w:hAnsi="Corbel"/>
          <w:b w:val="0"/>
          <w:smallCaps w:val="0"/>
          <w:szCs w:val="24"/>
        </w:rPr>
        <w:t>p</w:t>
      </w:r>
      <w:r w:rsidR="0085747A" w:rsidRPr="003B59FA">
        <w:rPr>
          <w:rFonts w:ascii="Corbel" w:hAnsi="Corbel"/>
          <w:szCs w:val="24"/>
        </w:rPr>
        <w:t>.:</w:t>
      </w:r>
      <w:r w:rsidR="00923D7D" w:rsidRPr="003B59FA">
        <w:rPr>
          <w:rFonts w:ascii="Corbel" w:hAnsi="Corbel"/>
          <w:szCs w:val="24"/>
        </w:rPr>
        <w:t xml:space="preserve"> </w:t>
      </w:r>
    </w:p>
    <w:p w:rsidR="00153C41" w:rsidRPr="003B59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B59FA">
        <w:rPr>
          <w:rFonts w:ascii="Corbel" w:hAnsi="Corbel"/>
          <w:b w:val="0"/>
          <w:i/>
          <w:szCs w:val="24"/>
        </w:rPr>
        <w:t xml:space="preserve"> </w:t>
      </w:r>
      <w:r w:rsidRPr="003B59FA">
        <w:rPr>
          <w:rFonts w:ascii="Corbel" w:hAnsi="Corbel"/>
          <w:b w:val="0"/>
          <w:i/>
          <w:smallCaps w:val="0"/>
          <w:szCs w:val="24"/>
        </w:rPr>
        <w:t>W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>ykład</w:t>
      </w:r>
      <w:r w:rsidRPr="003B59FA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3B59FA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3B59F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3B59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B59FA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3B59FA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3B59FA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3B59FA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3B59F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B59FA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3B59FA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3B59FA">
        <w:rPr>
          <w:rFonts w:ascii="Corbel" w:hAnsi="Corbel"/>
          <w:b w:val="0"/>
          <w:i/>
          <w:smallCaps w:val="0"/>
          <w:szCs w:val="24"/>
        </w:rPr>
        <w:t>,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3B59FA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3B59FA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3B59F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3B59FA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3B59FA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3B59FA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3B59FA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3B59FA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multimedialną.</w:t>
      </w:r>
    </w:p>
    <w:p w:rsidR="00E960BB" w:rsidRPr="003B59FA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3B59FA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</w:t>
      </w:r>
      <w:r w:rsidR="00416326" w:rsidRPr="003B59FA">
        <w:rPr>
          <w:rFonts w:ascii="Corbel" w:hAnsi="Corbel" w:cs="DejaVuSans"/>
          <w:sz w:val="24"/>
          <w:szCs w:val="24"/>
          <w:lang w:eastAsia="pl-PL"/>
        </w:rPr>
        <w:t xml:space="preserve"> grupach, zajęcia praktyczne - demonstracja sposobów prowadzenia pracy terapeutycznej.</w:t>
      </w:r>
    </w:p>
    <w:p w:rsidR="00E960BB" w:rsidRPr="003B59FA" w:rsidRDefault="00E960BB" w:rsidP="0041632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B59F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 xml:space="preserve">4. </w:t>
      </w:r>
      <w:r w:rsidR="0085747A" w:rsidRPr="003B59FA">
        <w:rPr>
          <w:rFonts w:ascii="Corbel" w:hAnsi="Corbel"/>
          <w:smallCaps w:val="0"/>
          <w:szCs w:val="24"/>
        </w:rPr>
        <w:t>METODY I KRYTERIA OCENY</w:t>
      </w:r>
      <w:r w:rsidR="009F4610" w:rsidRPr="003B59FA">
        <w:rPr>
          <w:rFonts w:ascii="Corbel" w:hAnsi="Corbel"/>
          <w:smallCaps w:val="0"/>
          <w:szCs w:val="24"/>
        </w:rPr>
        <w:t xml:space="preserve"> </w:t>
      </w:r>
    </w:p>
    <w:p w:rsidR="00923D7D" w:rsidRPr="003B59F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3B59F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B59FA">
        <w:rPr>
          <w:rFonts w:ascii="Corbel" w:hAnsi="Corbel"/>
          <w:smallCaps w:val="0"/>
          <w:szCs w:val="24"/>
        </w:rPr>
        <w:t>uczenia się</w:t>
      </w:r>
    </w:p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5444"/>
        <w:gridCol w:w="2116"/>
      </w:tblGrid>
      <w:tr w:rsidR="0085747A" w:rsidRPr="003B59FA" w:rsidTr="00CD2672">
        <w:tc>
          <w:tcPr>
            <w:tcW w:w="1960" w:type="dxa"/>
            <w:vAlign w:val="center"/>
          </w:tcPr>
          <w:p w:rsidR="0085747A" w:rsidRPr="003B59F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4" w:type="dxa"/>
            <w:vAlign w:val="center"/>
          </w:tcPr>
          <w:p w:rsidR="0085747A" w:rsidRPr="003B59FA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3B5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3B59F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B59F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:rsidR="00923D7D" w:rsidRPr="003B59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3B59F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B59F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59FA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3B59FA" w:rsidTr="00CD2672">
        <w:tc>
          <w:tcPr>
            <w:tcW w:w="1960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3B59F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3B59F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4" w:type="dxa"/>
          </w:tcPr>
          <w:p w:rsidR="0085747A" w:rsidRPr="003B59FA" w:rsidRDefault="00DC1696" w:rsidP="00A66AAB">
            <w:pPr>
              <w:spacing w:after="0" w:line="240" w:lineRule="auto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85747A" w:rsidRPr="003B59FA" w:rsidRDefault="00DC1696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w</w:t>
            </w:r>
            <w:r w:rsidR="00CD2672" w:rsidRPr="003B59FA">
              <w:rPr>
                <w:rFonts w:ascii="Corbel" w:hAnsi="Corbel"/>
                <w:sz w:val="24"/>
                <w:szCs w:val="24"/>
              </w:rPr>
              <w:t>ykład</w:t>
            </w:r>
            <w:r w:rsidRPr="003B59FA">
              <w:rPr>
                <w:rFonts w:ascii="Corbel" w:hAnsi="Corbel"/>
                <w:sz w:val="24"/>
                <w:szCs w:val="24"/>
              </w:rPr>
              <w:t>, ćw</w:t>
            </w:r>
            <w:r w:rsidR="00CD2672" w:rsidRPr="003B59FA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CD2672" w:rsidRPr="003B59FA" w:rsidTr="00CD2672">
        <w:tc>
          <w:tcPr>
            <w:tcW w:w="1960" w:type="dxa"/>
          </w:tcPr>
          <w:p w:rsidR="00CD2672" w:rsidRPr="003B59FA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9F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4" w:type="dxa"/>
          </w:tcPr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  <w:lang w:eastAsia="pl-PL"/>
              </w:rPr>
              <w:t>kolokwium, egzamin pisemny</w:t>
            </w:r>
          </w:p>
        </w:tc>
        <w:tc>
          <w:tcPr>
            <w:tcW w:w="2116" w:type="dxa"/>
          </w:tcPr>
          <w:p w:rsidR="00CD2672" w:rsidRPr="003B59FA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D2672" w:rsidRPr="003B59FA" w:rsidTr="00CD2672">
        <w:tc>
          <w:tcPr>
            <w:tcW w:w="1960" w:type="dxa"/>
          </w:tcPr>
          <w:p w:rsidR="00CD2672" w:rsidRPr="003B59FA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9F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4" w:type="dxa"/>
          </w:tcPr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obserwacja  w trakcie zajęć,</w:t>
            </w:r>
          </w:p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3B59FA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CD2672" w:rsidRPr="003B59FA" w:rsidTr="00CD2672">
        <w:tc>
          <w:tcPr>
            <w:tcW w:w="1960" w:type="dxa"/>
          </w:tcPr>
          <w:p w:rsidR="00CD2672" w:rsidRPr="003B59FA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9FA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4" w:type="dxa"/>
          </w:tcPr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3B59FA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CD2672" w:rsidRPr="003B59FA" w:rsidTr="00CD2672">
        <w:tc>
          <w:tcPr>
            <w:tcW w:w="1960" w:type="dxa"/>
          </w:tcPr>
          <w:p w:rsidR="00CD2672" w:rsidRPr="003B59FA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9FA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4" w:type="dxa"/>
          </w:tcPr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obserwacja w trakcie  zajęć, </w:t>
            </w:r>
          </w:p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prezentacje przykładów pracy terapeutycznej</w:t>
            </w:r>
          </w:p>
        </w:tc>
        <w:tc>
          <w:tcPr>
            <w:tcW w:w="2116" w:type="dxa"/>
          </w:tcPr>
          <w:p w:rsidR="00CD2672" w:rsidRPr="003B59FA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  <w:tr w:rsidR="00CD2672" w:rsidRPr="003B59FA" w:rsidTr="00CD2672">
        <w:tc>
          <w:tcPr>
            <w:tcW w:w="1960" w:type="dxa"/>
          </w:tcPr>
          <w:p w:rsidR="00CD2672" w:rsidRPr="003B59FA" w:rsidRDefault="00CD2672" w:rsidP="00CD267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9FA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4" w:type="dxa"/>
          </w:tcPr>
          <w:p w:rsidR="00CD2672" w:rsidRPr="003B59FA" w:rsidRDefault="00CD2672" w:rsidP="00A66AA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obserwacja w trakcie  zajęć</w:t>
            </w:r>
          </w:p>
        </w:tc>
        <w:tc>
          <w:tcPr>
            <w:tcW w:w="2116" w:type="dxa"/>
          </w:tcPr>
          <w:p w:rsidR="00CD2672" w:rsidRPr="003B59FA" w:rsidRDefault="00CD2672" w:rsidP="00A66AA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 ćwiczenia</w:t>
            </w:r>
          </w:p>
        </w:tc>
      </w:tr>
    </w:tbl>
    <w:p w:rsidR="00923D7D" w:rsidRPr="003B59F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B59F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 xml:space="preserve">4.2 </w:t>
      </w:r>
      <w:r w:rsidR="0085747A" w:rsidRPr="003B59FA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B59FA">
        <w:rPr>
          <w:rFonts w:ascii="Corbel" w:hAnsi="Corbel"/>
          <w:smallCaps w:val="0"/>
          <w:szCs w:val="24"/>
        </w:rPr>
        <w:t xml:space="preserve"> </w:t>
      </w:r>
    </w:p>
    <w:p w:rsidR="00923D7D" w:rsidRPr="003B59F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B59FA" w:rsidTr="00923D7D">
        <w:tc>
          <w:tcPr>
            <w:tcW w:w="9670" w:type="dxa"/>
          </w:tcPr>
          <w:p w:rsidR="00C96453" w:rsidRPr="003B59FA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</w:t>
            </w:r>
            <w:r w:rsidR="00E325CB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</w:t>
            </w:r>
            <w:r w:rsidR="000E4D19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lub tzw. sprawdzianie umiejętności w zakresie ćwiczeń stymulacji funkcji (opcjonalnie), </w:t>
            </w:r>
            <w:r w:rsidR="00E325CB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przygotowanie i zaprezentowanie fragmentów pracy terapeutycznej</w:t>
            </w:r>
            <w:r w:rsidR="000E4D19"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E325CB" w:rsidRPr="003B59FA" w:rsidRDefault="00C96453" w:rsidP="00CD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</w:tc>
      </w:tr>
    </w:tbl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3B59F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59FA">
        <w:rPr>
          <w:rFonts w:ascii="Corbel" w:hAnsi="Corbel"/>
          <w:b/>
          <w:sz w:val="24"/>
          <w:szCs w:val="24"/>
        </w:rPr>
        <w:t xml:space="preserve">5. </w:t>
      </w:r>
      <w:r w:rsidR="00C61DC5" w:rsidRPr="003B59F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3B59F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B59FA" w:rsidTr="003E1941">
        <w:tc>
          <w:tcPr>
            <w:tcW w:w="4962" w:type="dxa"/>
            <w:vAlign w:val="center"/>
          </w:tcPr>
          <w:p w:rsidR="0085747A" w:rsidRPr="003B59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B59F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B59F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3B59F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B59F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B59FA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B59F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B59FA" w:rsidTr="00923D7D">
        <w:tc>
          <w:tcPr>
            <w:tcW w:w="4962" w:type="dxa"/>
          </w:tcPr>
          <w:p w:rsidR="0085747A" w:rsidRPr="003B59FA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G</w:t>
            </w:r>
            <w:r w:rsidR="0085747A" w:rsidRPr="003B59FA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B59FA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B59FA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B59FA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B59FA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B59FA">
              <w:rPr>
                <w:rFonts w:ascii="Corbel" w:hAnsi="Corbel"/>
                <w:sz w:val="24"/>
                <w:szCs w:val="24"/>
              </w:rPr>
              <w:t> </w:t>
            </w:r>
            <w:r w:rsidR="0045729E" w:rsidRPr="003B59FA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B59F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B59FA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B59FA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3B59FA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3B59FA" w:rsidTr="00923D7D">
        <w:tc>
          <w:tcPr>
            <w:tcW w:w="4962" w:type="dxa"/>
          </w:tcPr>
          <w:p w:rsidR="00C61DC5" w:rsidRPr="003B59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3B59FA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3B59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3B59FA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3B59FA" w:rsidTr="00923D7D">
        <w:tc>
          <w:tcPr>
            <w:tcW w:w="4962" w:type="dxa"/>
          </w:tcPr>
          <w:p w:rsidR="0071620A" w:rsidRPr="003B59F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59FA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59FA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3B59FA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3B59FA" w:rsidRDefault="00C61DC5" w:rsidP="00D93F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D93FC5" w:rsidRPr="003B59FA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C61DC5" w:rsidRPr="003B59FA" w:rsidRDefault="003E212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lastRenderedPageBreak/>
              <w:t>98</w:t>
            </w:r>
          </w:p>
        </w:tc>
      </w:tr>
      <w:tr w:rsidR="0085747A" w:rsidRPr="003B59FA" w:rsidTr="00923D7D">
        <w:tc>
          <w:tcPr>
            <w:tcW w:w="4962" w:type="dxa"/>
          </w:tcPr>
          <w:p w:rsidR="0085747A" w:rsidRPr="003B59F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3B59FA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3B59FA" w:rsidTr="00923D7D">
        <w:tc>
          <w:tcPr>
            <w:tcW w:w="4962" w:type="dxa"/>
          </w:tcPr>
          <w:p w:rsidR="0085747A" w:rsidRPr="003B59FA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59F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3B59FA" w:rsidRDefault="00E325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9F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3B59F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59F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B59F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3B59F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3B59F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 xml:space="preserve">6. </w:t>
      </w:r>
      <w:r w:rsidR="0085747A" w:rsidRPr="003B59FA">
        <w:rPr>
          <w:rFonts w:ascii="Corbel" w:hAnsi="Corbel"/>
          <w:smallCaps w:val="0"/>
          <w:szCs w:val="24"/>
        </w:rPr>
        <w:t>PRAKTYKI ZAWO</w:t>
      </w:r>
      <w:r w:rsidR="009C1331" w:rsidRPr="003B59FA">
        <w:rPr>
          <w:rFonts w:ascii="Corbel" w:hAnsi="Corbel"/>
          <w:smallCaps w:val="0"/>
          <w:szCs w:val="24"/>
        </w:rPr>
        <w:t>DOWE W RAMACH PRZEDMIOTU</w:t>
      </w:r>
    </w:p>
    <w:p w:rsidR="0085747A" w:rsidRPr="003B59F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B59FA" w:rsidTr="0071620A">
        <w:trPr>
          <w:trHeight w:val="397"/>
        </w:trPr>
        <w:tc>
          <w:tcPr>
            <w:tcW w:w="3544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B59FA" w:rsidTr="0071620A">
        <w:trPr>
          <w:trHeight w:val="397"/>
        </w:trPr>
        <w:tc>
          <w:tcPr>
            <w:tcW w:w="3544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3B59F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B59F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59FA">
        <w:rPr>
          <w:rFonts w:ascii="Corbel" w:hAnsi="Corbel"/>
          <w:smallCaps w:val="0"/>
          <w:szCs w:val="24"/>
        </w:rPr>
        <w:t xml:space="preserve">7. </w:t>
      </w:r>
      <w:r w:rsidR="0085747A" w:rsidRPr="003B59FA">
        <w:rPr>
          <w:rFonts w:ascii="Corbel" w:hAnsi="Corbel"/>
          <w:smallCaps w:val="0"/>
          <w:szCs w:val="24"/>
        </w:rPr>
        <w:t>LITERATURA</w:t>
      </w:r>
      <w:r w:rsidRPr="003B59FA">
        <w:rPr>
          <w:rFonts w:ascii="Corbel" w:hAnsi="Corbel"/>
          <w:smallCaps w:val="0"/>
          <w:szCs w:val="24"/>
        </w:rPr>
        <w:t xml:space="preserve"> </w:t>
      </w:r>
    </w:p>
    <w:p w:rsidR="00675843" w:rsidRPr="003B59F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3B59FA" w:rsidTr="0071620A">
        <w:trPr>
          <w:trHeight w:val="397"/>
        </w:trPr>
        <w:tc>
          <w:tcPr>
            <w:tcW w:w="7513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Pr="003B59FA" w:rsidRDefault="00B27B87" w:rsidP="00B27B87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Ryzyko dysleksji. Problem i diagnozowanie.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Gdańsk 2002,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Harmonia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</w:t>
            </w:r>
            <w:proofErr w:type="spellStart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Adryjanek</w:t>
            </w:r>
            <w:proofErr w:type="spellEnd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Uczeń z dysleksją w szkole.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Gdynia 2004,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Operon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Czajkowska I., Herda K.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Zajęcia korekcyjno- kompensacyjne w szkole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Gruszczyk-Kolczyńska E., Zielińska E.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Dziecięca matematyka. Książka dla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rodziców i nauczycieli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 Warszawa 1997, WSiP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Kijowska I.M., </w:t>
            </w:r>
            <w:proofErr w:type="spellStart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Sorokosz</w:t>
            </w:r>
            <w:proofErr w:type="spellEnd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 (red.)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Zajęcia korekcyjno-kompensacyjne. Wybrane aspekty metodyczne.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Elbląg 2014 , Wyd. PWSZ w Elblągu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z zaburzeniami rozwoju i zachowania w klasie szkolnej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Vademecum nauczycieli i rodziców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 Kraków 2007, Impuls</w:t>
            </w:r>
          </w:p>
          <w:p w:rsidR="00F9455B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Oszwa</w:t>
            </w:r>
            <w:proofErr w:type="spellEnd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 Zaburzenia rozwoju umiejętności arytmetycznych. Problem</w:t>
            </w:r>
          </w:p>
          <w:p w:rsidR="00B27B87" w:rsidRPr="003B59FA" w:rsidRDefault="00F9455B" w:rsidP="00F9455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diagnozy i terapii. Kraków 2005, Impuls</w:t>
            </w:r>
          </w:p>
        </w:tc>
      </w:tr>
      <w:tr w:rsidR="0085747A" w:rsidRPr="003B59FA" w:rsidTr="0071620A">
        <w:trPr>
          <w:trHeight w:val="397"/>
        </w:trPr>
        <w:tc>
          <w:tcPr>
            <w:tcW w:w="7513" w:type="dxa"/>
          </w:tcPr>
          <w:p w:rsidR="0085747A" w:rsidRPr="003B59F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9F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B5DCE" w:rsidRPr="003B59FA" w:rsidRDefault="006B5D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Metoda dobrego startu.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Warszawa 1999, WSiP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Bogdanowicz M., Kisiel B.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Metoda Weroniki Sherborne w terapii i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wspomaganiu rozwoju dziecka.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Warszawa 1992 , WSiP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Demel G.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Minimum logopedyczne nauczyciela przedszkola.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Warszawa 1998, WSiP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Dyrda B.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Syndrom Nieadekwatnych Osiągnięć jako niepowodzenie szkolne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uczniów zdolnych. Diagnoza i terapia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 Kraków 2000, Impuls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Gąsowska T., Pietrzak-Stępkowska Z.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Praca wyrównawcza z dziećmi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mającymi trudności w czytaniu i pisaniu.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Warszawa 1994, WSiP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Grabałowska K., Jastrząb J., Mickiewicz J., Wojak M. </w:t>
            </w:r>
            <w:r w:rsidR="00E558F7"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Ćwiczenia w czytaniu i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pisaniu. Poradnik metodyczny do terapii dzieci dyslektycznych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. Toruń 1996,</w:t>
            </w:r>
            <w:r w:rsidR="00E558F7"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Wydawnictwo „Dom Organizatora”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Jastrząb J. (red)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Edukacja terapeutyczna.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Toruń 2002, Wyd. Akapit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Krasowicz</w:t>
            </w:r>
            <w:proofErr w:type="spellEnd"/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-Kupis G.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Psychologia dysleksji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, Warszawa 2009, PWN</w:t>
            </w:r>
          </w:p>
          <w:p w:rsidR="006B5DCE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val="en-US"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Pietras L.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Dysortografia – uwarunkowania psychologiczne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. </w:t>
            </w:r>
            <w:proofErr w:type="spellStart"/>
            <w:r w:rsidRPr="003B59FA">
              <w:rPr>
                <w:rFonts w:ascii="Corbel" w:hAnsi="Corbel" w:cs="DejaVuSans"/>
                <w:sz w:val="24"/>
                <w:szCs w:val="24"/>
                <w:lang w:val="en-US" w:eastAsia="pl-PL"/>
              </w:rPr>
              <w:t>Gdańsk</w:t>
            </w:r>
            <w:proofErr w:type="spellEnd"/>
            <w:r w:rsidRPr="003B59FA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2008, </w:t>
            </w:r>
            <w:r w:rsidRPr="003B59FA">
              <w:rPr>
                <w:rFonts w:ascii="Corbel" w:hAnsi="Corbel" w:cs="DejaVuSans"/>
                <w:sz w:val="24"/>
                <w:szCs w:val="24"/>
                <w:lang w:val="en-US" w:eastAsia="pl-PL"/>
              </w:rPr>
              <w:lastRenderedPageBreak/>
              <w:t>Harmonia</w:t>
            </w:r>
          </w:p>
          <w:p w:rsidR="004603C9" w:rsidRPr="003B59FA" w:rsidRDefault="006B5DCE" w:rsidP="006B5DC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Reid G., </w:t>
            </w:r>
            <w:proofErr w:type="spellStart"/>
            <w:r w:rsidRPr="003B59FA">
              <w:rPr>
                <w:rFonts w:ascii="Corbel" w:hAnsi="Corbel" w:cs="DejaVuSans"/>
                <w:sz w:val="24"/>
                <w:szCs w:val="24"/>
                <w:lang w:val="en-US" w:eastAsia="pl-PL"/>
              </w:rPr>
              <w:t>Wearmouth</w:t>
            </w:r>
            <w:proofErr w:type="spellEnd"/>
            <w:r w:rsidRPr="003B59FA">
              <w:rPr>
                <w:rFonts w:ascii="Corbel" w:hAnsi="Corbel" w:cs="DejaVuSans"/>
                <w:sz w:val="24"/>
                <w:szCs w:val="24"/>
                <w:lang w:val="en-US" w:eastAsia="pl-PL"/>
              </w:rPr>
              <w:t xml:space="preserve"> J. </w:t>
            </w:r>
            <w:proofErr w:type="spellStart"/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Dysleksja</w:t>
            </w:r>
            <w:proofErr w:type="spellEnd"/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>.</w:t>
            </w:r>
            <w:r w:rsidR="00E558F7" w:rsidRPr="003B59FA">
              <w:rPr>
                <w:rFonts w:ascii="Corbel" w:hAnsi="Corbel" w:cs="DejaVuSans-Oblique"/>
                <w:i/>
                <w:iCs/>
                <w:sz w:val="24"/>
                <w:szCs w:val="24"/>
                <w:lang w:val="en-US" w:eastAsia="pl-PL"/>
              </w:rPr>
              <w:t xml:space="preserve"> </w:t>
            </w:r>
            <w:r w:rsidRPr="003B59FA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Teoria i praktyka. </w:t>
            </w:r>
            <w:r w:rsidRPr="003B59FA">
              <w:rPr>
                <w:rFonts w:ascii="Corbel" w:hAnsi="Corbel" w:cs="DejaVuSans"/>
                <w:sz w:val="24"/>
                <w:szCs w:val="24"/>
                <w:lang w:eastAsia="pl-PL"/>
              </w:rPr>
              <w:t>Gdańsk 2008, GWP.</w:t>
            </w:r>
          </w:p>
          <w:p w:rsidR="004603C9" w:rsidRPr="003B59FA" w:rsidRDefault="004603C9" w:rsidP="004603C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3B59FA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3B59F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B59F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3B59F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B59F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B59F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33" w:rsidRDefault="00AE2533" w:rsidP="00C16ABF">
      <w:pPr>
        <w:spacing w:after="0" w:line="240" w:lineRule="auto"/>
      </w:pPr>
      <w:r>
        <w:separator/>
      </w:r>
    </w:p>
  </w:endnote>
  <w:endnote w:type="continuationSeparator" w:id="0">
    <w:p w:rsidR="00AE2533" w:rsidRDefault="00AE25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33" w:rsidRDefault="00AE2533" w:rsidP="00C16ABF">
      <w:pPr>
        <w:spacing w:after="0" w:line="240" w:lineRule="auto"/>
      </w:pPr>
      <w:r>
        <w:separator/>
      </w:r>
    </w:p>
  </w:footnote>
  <w:footnote w:type="continuationSeparator" w:id="0">
    <w:p w:rsidR="00AE2533" w:rsidRDefault="00AE25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D19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552DD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49DA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2F622C"/>
    <w:rsid w:val="003018BA"/>
    <w:rsid w:val="0030395F"/>
    <w:rsid w:val="00305C92"/>
    <w:rsid w:val="0031362D"/>
    <w:rsid w:val="003151C5"/>
    <w:rsid w:val="003314C8"/>
    <w:rsid w:val="003343CF"/>
    <w:rsid w:val="00344D16"/>
    <w:rsid w:val="00346FE9"/>
    <w:rsid w:val="0034759A"/>
    <w:rsid w:val="003503F6"/>
    <w:rsid w:val="003530DD"/>
    <w:rsid w:val="00363F78"/>
    <w:rsid w:val="0038635B"/>
    <w:rsid w:val="003A0A5B"/>
    <w:rsid w:val="003A1176"/>
    <w:rsid w:val="003B59FA"/>
    <w:rsid w:val="003C0BAE"/>
    <w:rsid w:val="003D18A9"/>
    <w:rsid w:val="003D6CE2"/>
    <w:rsid w:val="003E1941"/>
    <w:rsid w:val="003E2126"/>
    <w:rsid w:val="003E2FE6"/>
    <w:rsid w:val="003E49D5"/>
    <w:rsid w:val="003F38C0"/>
    <w:rsid w:val="00401A22"/>
    <w:rsid w:val="00401DF0"/>
    <w:rsid w:val="00414E3C"/>
    <w:rsid w:val="00416326"/>
    <w:rsid w:val="00417F5E"/>
    <w:rsid w:val="0042244A"/>
    <w:rsid w:val="0042745A"/>
    <w:rsid w:val="00431C74"/>
    <w:rsid w:val="00431D5C"/>
    <w:rsid w:val="004362C6"/>
    <w:rsid w:val="00437FA2"/>
    <w:rsid w:val="00445970"/>
    <w:rsid w:val="0045729E"/>
    <w:rsid w:val="004603C9"/>
    <w:rsid w:val="00461EFC"/>
    <w:rsid w:val="004652C2"/>
    <w:rsid w:val="0046569B"/>
    <w:rsid w:val="00467B66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394D"/>
    <w:rsid w:val="0059484D"/>
    <w:rsid w:val="005A0855"/>
    <w:rsid w:val="005A3196"/>
    <w:rsid w:val="005B25C9"/>
    <w:rsid w:val="005B5BB0"/>
    <w:rsid w:val="005C080F"/>
    <w:rsid w:val="005C55E5"/>
    <w:rsid w:val="005C661B"/>
    <w:rsid w:val="005C696A"/>
    <w:rsid w:val="005E2DD9"/>
    <w:rsid w:val="005E6E85"/>
    <w:rsid w:val="005F31D2"/>
    <w:rsid w:val="0061029B"/>
    <w:rsid w:val="00617230"/>
    <w:rsid w:val="00617CD4"/>
    <w:rsid w:val="0062018A"/>
    <w:rsid w:val="00621CE1"/>
    <w:rsid w:val="00627FC9"/>
    <w:rsid w:val="00647FA8"/>
    <w:rsid w:val="00650C5F"/>
    <w:rsid w:val="00654934"/>
    <w:rsid w:val="00654CF0"/>
    <w:rsid w:val="006552AB"/>
    <w:rsid w:val="006620D9"/>
    <w:rsid w:val="00667873"/>
    <w:rsid w:val="00671958"/>
    <w:rsid w:val="00675843"/>
    <w:rsid w:val="00696477"/>
    <w:rsid w:val="006B5DC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D200F"/>
    <w:rsid w:val="007D6E56"/>
    <w:rsid w:val="007F1652"/>
    <w:rsid w:val="007F4155"/>
    <w:rsid w:val="0081554D"/>
    <w:rsid w:val="0081707E"/>
    <w:rsid w:val="008449B3"/>
    <w:rsid w:val="0085747A"/>
    <w:rsid w:val="008734B6"/>
    <w:rsid w:val="00884922"/>
    <w:rsid w:val="00885F64"/>
    <w:rsid w:val="008917F9"/>
    <w:rsid w:val="008A45F7"/>
    <w:rsid w:val="008B139B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76F"/>
    <w:rsid w:val="00954A07"/>
    <w:rsid w:val="0097298B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5575"/>
    <w:rsid w:val="00A30110"/>
    <w:rsid w:val="00A36899"/>
    <w:rsid w:val="00A371F6"/>
    <w:rsid w:val="00A43BF6"/>
    <w:rsid w:val="00A53FA5"/>
    <w:rsid w:val="00A54817"/>
    <w:rsid w:val="00A601C8"/>
    <w:rsid w:val="00A60799"/>
    <w:rsid w:val="00A66AAB"/>
    <w:rsid w:val="00A84C85"/>
    <w:rsid w:val="00A97DE1"/>
    <w:rsid w:val="00AA3CD7"/>
    <w:rsid w:val="00AA5A92"/>
    <w:rsid w:val="00AB053C"/>
    <w:rsid w:val="00AD1146"/>
    <w:rsid w:val="00AD27D3"/>
    <w:rsid w:val="00AD66D6"/>
    <w:rsid w:val="00AE1160"/>
    <w:rsid w:val="00AE203C"/>
    <w:rsid w:val="00AE2533"/>
    <w:rsid w:val="00AE2E74"/>
    <w:rsid w:val="00AE4F6A"/>
    <w:rsid w:val="00AE5FCB"/>
    <w:rsid w:val="00AF2C1E"/>
    <w:rsid w:val="00AF4CFE"/>
    <w:rsid w:val="00B06142"/>
    <w:rsid w:val="00B135B1"/>
    <w:rsid w:val="00B206F0"/>
    <w:rsid w:val="00B27B87"/>
    <w:rsid w:val="00B3130B"/>
    <w:rsid w:val="00B40ADB"/>
    <w:rsid w:val="00B43B77"/>
    <w:rsid w:val="00B43E80"/>
    <w:rsid w:val="00B607DB"/>
    <w:rsid w:val="00B64C3D"/>
    <w:rsid w:val="00B66529"/>
    <w:rsid w:val="00B75946"/>
    <w:rsid w:val="00B8056E"/>
    <w:rsid w:val="00B819C8"/>
    <w:rsid w:val="00B82308"/>
    <w:rsid w:val="00B9067E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26B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6453"/>
    <w:rsid w:val="00CA2B96"/>
    <w:rsid w:val="00CA5089"/>
    <w:rsid w:val="00CB1DB8"/>
    <w:rsid w:val="00CB42CB"/>
    <w:rsid w:val="00CD2672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46B4"/>
    <w:rsid w:val="00D552B2"/>
    <w:rsid w:val="00D57B5B"/>
    <w:rsid w:val="00D608D1"/>
    <w:rsid w:val="00D74119"/>
    <w:rsid w:val="00D8075B"/>
    <w:rsid w:val="00D8678B"/>
    <w:rsid w:val="00D93FC5"/>
    <w:rsid w:val="00DA2114"/>
    <w:rsid w:val="00DC1696"/>
    <w:rsid w:val="00DE09C0"/>
    <w:rsid w:val="00DE4A14"/>
    <w:rsid w:val="00DE6807"/>
    <w:rsid w:val="00DF320D"/>
    <w:rsid w:val="00DF71C8"/>
    <w:rsid w:val="00E129B8"/>
    <w:rsid w:val="00E21E7D"/>
    <w:rsid w:val="00E22FBC"/>
    <w:rsid w:val="00E24BF5"/>
    <w:rsid w:val="00E25338"/>
    <w:rsid w:val="00E325CB"/>
    <w:rsid w:val="00E33C23"/>
    <w:rsid w:val="00E50BA5"/>
    <w:rsid w:val="00E51E44"/>
    <w:rsid w:val="00E558F7"/>
    <w:rsid w:val="00E63348"/>
    <w:rsid w:val="00E77E88"/>
    <w:rsid w:val="00E8107D"/>
    <w:rsid w:val="00E960BB"/>
    <w:rsid w:val="00EA2074"/>
    <w:rsid w:val="00EA4832"/>
    <w:rsid w:val="00EA4E9D"/>
    <w:rsid w:val="00EA7004"/>
    <w:rsid w:val="00EB6421"/>
    <w:rsid w:val="00EC4899"/>
    <w:rsid w:val="00ED03AB"/>
    <w:rsid w:val="00ED32D2"/>
    <w:rsid w:val="00EE32DE"/>
    <w:rsid w:val="00EE5457"/>
    <w:rsid w:val="00EE6020"/>
    <w:rsid w:val="00F070AB"/>
    <w:rsid w:val="00F161CF"/>
    <w:rsid w:val="00F17567"/>
    <w:rsid w:val="00F27A7B"/>
    <w:rsid w:val="00F40BAC"/>
    <w:rsid w:val="00F526AF"/>
    <w:rsid w:val="00F617C3"/>
    <w:rsid w:val="00F7066B"/>
    <w:rsid w:val="00F71A80"/>
    <w:rsid w:val="00F83B28"/>
    <w:rsid w:val="00F945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65397-6D1D-40F3-81D1-FDC678653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1485</Words>
  <Characters>8914</Characters>
  <Application>Microsoft Office Word</Application>
  <DocSecurity>0</DocSecurity>
  <Lines>74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2020-01-14T10:26:00Z</cp:lastPrinted>
  <dcterms:created xsi:type="dcterms:W3CDTF">2019-11-12T14:30:00Z</dcterms:created>
  <dcterms:modified xsi:type="dcterms:W3CDTF">2021-01-14T09:35:00Z</dcterms:modified>
</cp:coreProperties>
</file>